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Progetto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______________________________________________________________________________________________________________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Riferimento................................: FHE/3050CP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Cliente....................................: GLEN DIMPLEX DEUTSCHLAND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 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Dimensioni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______________________________________________________________________________________________________________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Descrizione................................: 0517R EXX 75 05 25 1400 62I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Geometria..................................: 20x17.3mm - sfalsata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Telaio.....................................: Lamiera zincata 2.0 mm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Tubi.......................................: Cu 5.00x0.21mm, interno rigato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Alette.....................................: Alluminio, idrofilico 0.10 mm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 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Altezza alettata ........................mm:     1500     Superficie esterna.....................m2:   1360.7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Lunghezza alettata ......................mm:     1400     Volume interno........................dm3:     10.6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Profondita' alettata.....................mm:     86.5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Ranghi.....................................:        5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Spaziatura alette........................mm:      2.5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Circuiti...................................:       62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 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 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Fluido esterno (AIR)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______________________________________________________________________________________________________________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Potenza frigorifera totale...............kW:     23.5     Portata aria.........................m3/h:    13500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Potenza frigorifera sensibile............kW:     19.3     Velocita' aria........................m/s:      1.8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Temp. entrata aria / umidita'..........°C/%:  -7.0/75     Perdite di carico aria.................Pa:       35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Temp. uscita aria / umidita'...........°C/%: -10.9/93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Deumidificazione........................l/h:        6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 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Fluido interno (R290)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______________________________________________________________________________________________________________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Temperatura evaporazione/surrisc.......°C/K:  -14.0/4     Portata refrigerante.................kg/h:      305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Temperatura condensazione/sottoraffr...°C/K:   35.0/3     Perdite di carico refrigerante........kPa:       17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 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 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Prezzo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______________________________________________________________________________________________________________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Prezzo f.co nostra fabbrica.........Euro/pz:     1942     validità prezzi per consegne fino a 30/09/2025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  <w:r w:rsidRPr="00F20901" w:rsidR="00F20901">
        <w:rPr>
          <w:rFonts w:ascii="Consolas" w:hAnsi="Consolas"/>
          <w:sz w:val="16"/>
          <w:szCs w:val="16"/>
        </w:rPr>
        <w:t xml:space="preserve">______________________________________________________________________________________________________________</w:t>
      </w:r>
    </w:p>
    <w:p>
      <w:pPr>
        <w:pStyle w:val="Consolas"/>
        <w:spacing w:after="0"/>
        <w:rPr>
          <w:rFonts w:ascii="Consolas" w:hAnsi="Consolas"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Tr="00393BEF">
        <w:trPr/>
        <w:tc>
          <w:tcPr>
            <w:tcW w:w="10194" w:type="dxa"/>
          </w:tcPr>
          <w:p>
            <w:pPr>
              <w:spacing w:after="0"/>
              <w:rPr>
                <w:rFonts w:ascii="Consolas" w:hAnsi="Consolas" w:cs="Arial"/>
                <w:sz w:val="16"/>
                <w:szCs w:val="16"/>
              </w:rPr>
            </w:pPr>
            <w:bookmarkStart w:id="0" w:name="DATA"/>
            <w:bookmarkEnd w:id="0"/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61312" behindDoc="0" locked="0" layoutInCell="1" allowOverlap="1" hidden="0">
                      <wp:simplePos x="0" y="0"/>
                      <wp:positionH relativeFrom="column">
                        <wp:posOffset>1393986</wp:posOffset>
                      </wp:positionH>
                      <wp:positionV relativeFrom="paragraph">
                        <wp:posOffset>1916430</wp:posOffset>
                      </wp:positionV>
                      <wp:extent cx="357809" cy="246490"/>
                      <wp:effectExtent l="0" t="0" r="0" b="1270"/>
                      <wp:wrapNone/>
                      <wp:docPr id="1" name="_x0000_s1025" hidden="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7809" cy="246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1" w:name="SpallaSx"/>
                                  <w:r w:rsidRPr="00766959" w:rsidR="00BB1871"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</w:rPr>
                                    <w:t xml:space="preserve">30</w:t>
                                  </w:r>
                                  <w:bookmarkEnd w:id="1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anchor="t" upright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5" o:spid="_x0000_s1040" type="#_x0000_t202" style="height:19.41pt;margin-left:109.76pt;margin-top:150.9pt;mso-height-percent:0;mso-height-relative:margin;mso-width-percent:0;mso-width-relative:margin;mso-wrap-distance-bottom:0;mso-wrap-distance-left:0;mso-wrap-distance-right:0;mso-wrap-distance-top:0;mso-wrap-style:square;position:absolute;v-text-anchor:top;visibility:visible;width:28.17pt;z-index:251661312" filled="f" stroked="f" strokeweight="0.5pt">
                      <w10:bordertop type="none" width="0"/>
                      <w10:borderleft type="none" width="0"/>
                      <w10:borderbottom type="none" width="0"/>
                      <w10:borderright type="none" width="0"/>
                      <v:textbox style="layout-flow:horizontal" inset="7.2pt,3.6pt,7.2pt,3.6pt">
                        <w:txbxContent>
                          <w:p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2" w:name="SpallaSx"/>
                            <w:r w:rsidRPr="00766959" w:rsidR="00BB1871">
                              <w:rPr>
                                <w:rFonts w:ascii="Consolas" w:hAnsi="Consolas"/>
                                <w:sz w:val="16"/>
                                <w:szCs w:val="16"/>
                              </w:rPr>
                              <w:t xml:space="preserve">30</w:t>
                            </w:r>
                            <w:bookmarkEnd w:id="2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71552" behindDoc="0" locked="0" layoutInCell="1" allowOverlap="1" hidden="0">
                      <wp:simplePos x="0" y="0"/>
                      <wp:positionH relativeFrom="column">
                        <wp:posOffset>3348990</wp:posOffset>
                      </wp:positionH>
                      <wp:positionV relativeFrom="paragraph">
                        <wp:posOffset>1915061</wp:posOffset>
                      </wp:positionV>
                      <wp:extent cx="357809" cy="246490"/>
                      <wp:effectExtent l="0" t="0" r="0" b="1270"/>
                      <wp:wrapNone/>
                      <wp:docPr id="2" name="_x0000_s1026" hidden="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7809" cy="246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3" w:name="SpallaDx"/>
                                  <w:r w:rsidRPr="00766959" w:rsidR="00BB1871"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</w:rPr>
                                    <w:t xml:space="preserve">30</w:t>
                                  </w:r>
                                  <w:bookmarkEnd w:id="3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anchor="t" upright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6" o:spid="_x0000_s1041" type="#_x0000_t202" style="height:19.41pt;margin-left:263.7pt;margin-top:150.79pt;mso-height-percent:0;mso-height-relative:margin;mso-width-percent:0;mso-width-relative:margin;mso-wrap-distance-bottom:0;mso-wrap-distance-left:0;mso-wrap-distance-right:0;mso-wrap-distance-top:0;mso-wrap-style:square;position:absolute;v-text-anchor:top;visibility:visible;width:28.17pt;z-index:251671552" filled="f" stroked="f" strokeweight="0.5pt">
                      <w10:bordertop type="none" width="0"/>
                      <w10:borderleft type="none" width="0"/>
                      <w10:borderbottom type="none" width="0"/>
                      <w10:borderright type="none" width="0"/>
                      <v:textbox style="layout-flow:horizontal" inset="7.2pt,3.6pt,7.2pt,3.6pt">
                        <w:txbxContent>
                          <w:p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4" w:name="SpallaDx"/>
                            <w:r w:rsidRPr="00766959" w:rsidR="00BB1871">
                              <w:rPr>
                                <w:rFonts w:ascii="Consolas" w:hAnsi="Consolas"/>
                                <w:sz w:val="16"/>
                                <w:szCs w:val="16"/>
                              </w:rPr>
                              <w:t xml:space="preserve">30</w:t>
                            </w:r>
                            <w:bookmarkEnd w:id="4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 hidden="0">
                      <wp:simplePos x="0" y="0"/>
                      <wp:positionH relativeFrom="column">
                        <wp:posOffset>2459829</wp:posOffset>
                      </wp:positionH>
                      <wp:positionV relativeFrom="paragraph">
                        <wp:posOffset>946785</wp:posOffset>
                      </wp:positionV>
                      <wp:extent cx="397566" cy="246380"/>
                      <wp:effectExtent l="0" t="0" r="0" b="1270"/>
                      <wp:wrapNone/>
                      <wp:docPr id="3" name="_x0000_s1027" hidden="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7566" cy="2463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5" w:name="PassoAlette"/>
                                  <w:r w:rsidRPr="00766959" w:rsidR="0034547F"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</w:rPr>
                                    <w:t xml:space="preserve">2.5</w:t>
                                  </w:r>
                                  <w:bookmarkEnd w:id="5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anchor="t" upright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o:spid="_x0000_s1042" type="#_x0000_t202" style="height:19.4pt;margin-left:193.69pt;margin-top:74.55pt;mso-height-percent:0;mso-height-relative:margin;mso-width-percent:0;mso-width-relative:margin;mso-wrap-distance-bottom:0;mso-wrap-distance-left:0;mso-wrap-distance-right:0;mso-wrap-distance-top:0;mso-wrap-style:square;position:absolute;v-text-anchor:top;visibility:visible;width:31.3pt;z-index:251659264" filled="f" stroked="f" strokeweight="0.5pt">
                      <w10:bordertop type="none" width="0"/>
                      <w10:borderleft type="none" width="0"/>
                      <w10:borderbottom type="none" width="0"/>
                      <w10:borderright type="none" width="0"/>
                      <v:textbox style="layout-flow:horizontal" inset="7.2pt,3.6pt,7.2pt,3.6pt">
                        <w:txbxContent>
                          <w:p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6" w:name="PassoAlette"/>
                            <w:r w:rsidRPr="00766959" w:rsidR="0034547F">
                              <w:rPr>
                                <w:rFonts w:ascii="Consolas" w:hAnsi="Consolas"/>
                                <w:sz w:val="16"/>
                                <w:szCs w:val="16"/>
                              </w:rPr>
                              <w:t xml:space="preserve">2.5</w:t>
                            </w:r>
                            <w:bookmarkEnd w:id="6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67456" behindDoc="0" locked="0" layoutInCell="1" allowOverlap="1" hidden="0">
                      <wp:simplePos x="0" y="0"/>
                      <wp:positionH relativeFrom="column">
                        <wp:posOffset>2324821</wp:posOffset>
                      </wp:positionH>
                      <wp:positionV relativeFrom="paragraph">
                        <wp:posOffset>2216283</wp:posOffset>
                      </wp:positionV>
                      <wp:extent cx="527050" cy="209804"/>
                      <wp:effectExtent l="0" t="0" r="0" b="0"/>
                      <wp:wrapNone/>
                      <wp:docPr id="4" name="_x0000_s1028" hidden="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7050" cy="2098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7" w:name="LT"/>
                                  <w:r w:rsidRPr="00766959" w:rsidR="00BB1871"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</w:rPr>
                                    <w:t xml:space="preserve">1540</w:t>
                                  </w:r>
                                  <w:bookmarkEnd w:id="7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anchor="t" upright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o:spid="_x0000_s1043" type="#_x0000_t202" style="height:16.52pt;margin-left:183.06pt;margin-top:174.51pt;mso-height-percent:0;mso-height-relative:margin;mso-width-percent:0;mso-width-relative:margin;mso-wrap-distance-bottom:0;mso-wrap-distance-left:0;mso-wrap-distance-right:0;mso-wrap-distance-top:0;mso-wrap-style:square;position:absolute;v-text-anchor:top;visibility:visible;width:41.5pt;z-index:251667456" filled="f" stroked="f" strokeweight="0.5pt">
                      <w10:bordertop type="none" width="0"/>
                      <w10:borderleft type="none" width="0"/>
                      <w10:borderbottom type="none" width="0"/>
                      <w10:borderright type="none" width="0"/>
                      <v:textbox style="layout-flow:horizontal" inset="7.2pt,3.6pt,7.2pt,3.6pt">
                        <w:txbxContent>
                          <w:p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8" w:name="LT"/>
                            <w:r w:rsidRPr="00766959" w:rsidR="00BB1871">
                              <w:rPr>
                                <w:rFonts w:ascii="Consolas" w:hAnsi="Consolas"/>
                                <w:sz w:val="16"/>
                                <w:szCs w:val="16"/>
                              </w:rPr>
                              <w:t xml:space="preserve">1540</w:t>
                            </w:r>
                            <w:bookmarkEnd w:id="8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83840" behindDoc="0" locked="0" layoutInCell="1" allowOverlap="1" hidden="0">
                      <wp:simplePos x="0" y="0"/>
                      <wp:positionH relativeFrom="column">
                        <wp:posOffset>3840783</wp:posOffset>
                      </wp:positionH>
                      <wp:positionV relativeFrom="paragraph">
                        <wp:posOffset>888791</wp:posOffset>
                      </wp:positionV>
                      <wp:extent cx="532530" cy="246490"/>
                      <wp:effectExtent l="0" t="0" r="0" b="0"/>
                      <wp:wrapNone/>
                      <wp:docPr id="5" name="_x0000_s1029" hidden="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532530" cy="246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9" w:name="HT"/>
                                  <w:r w:rsidRPr="00766959" w:rsidR="0059276B"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</w:rPr>
                                    <w:t xml:space="preserve">1560</w:t>
                                  </w:r>
                                  <w:bookmarkEnd w:id="9"/>
                                </w:p>
                              </w:txbxContent>
                            </wps:txbx>
                            <wps:bodyPr rot="17694720" spcFirstLastPara="0" vertOverflow="overflow" horzOverflow="overflow" vert="horz" wrap="square" lIns="91440" tIns="45720" rIns="91440" bIns="45720" anchor="t" upright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o:spid="_x0000_s1044" type="#_x0000_t202" style="height:19.41pt;margin-left:302.42pt;margin-top:69.98pt;mso-height-percent:0;mso-height-relative:margin;mso-width-percent:0;mso-width-relative:margin;mso-wrap-distance-bottom:0;mso-wrap-distance-left:0;mso-wrap-distance-right:0;mso-wrap-distance-top:0;mso-wrap-style:square;position:absolute;rotation:270;v-text-anchor:top;visibility:visible;width:41.93pt;z-index:251683840" filled="f" stroked="f" strokeweight="0.5pt">
                      <w10:bordertop type="none" width="0"/>
                      <w10:borderleft type="none" width="0"/>
                      <w10:borderbottom type="none" width="0"/>
                      <w10:borderright type="none" width="0"/>
                      <v:textbox style="layout-flow:horizontal" inset="7.2pt,3.6pt,7.2pt,3.6pt">
                        <w:txbxContent>
                          <w:p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10" w:name="HT"/>
                            <w:r w:rsidRPr="00766959" w:rsidR="0059276B">
                              <w:rPr>
                                <w:rFonts w:ascii="Consolas" w:hAnsi="Consolas"/>
                                <w:sz w:val="16"/>
                                <w:szCs w:val="16"/>
                              </w:rPr>
                              <w:t xml:space="preserve">1560</w:t>
                            </w:r>
                            <w:bookmarkEnd w:id="10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73600" behindDoc="0" locked="0" layoutInCell="1" allowOverlap="1" hidden="0">
                      <wp:simplePos x="0" y="0"/>
                      <wp:positionH relativeFrom="column">
                        <wp:posOffset>704215</wp:posOffset>
                      </wp:positionH>
                      <wp:positionV relativeFrom="paragraph">
                        <wp:posOffset>1353981</wp:posOffset>
                      </wp:positionV>
                      <wp:extent cx="699715" cy="246490"/>
                      <wp:effectExtent l="0" t="0" r="0" b="1270"/>
                      <wp:wrapNone/>
                      <wp:docPr id="6" name="_x0000_s1030" hidden="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9715" cy="246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11" w:name="DiaOUT"/>
                                  <w:r w:rsidRPr="00766959" w:rsidR="00027D2D"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</w:rPr>
                                    <w:t xml:space="preserve">Ø 22</w:t>
                                  </w:r>
                                  <w:bookmarkEnd w:id="11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anchor="t" upright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o:spid="_x0000_s1045" type="#_x0000_t202" style="height:19.41pt;margin-left:55.45pt;margin-top:106.61pt;mso-height-percent:0;mso-height-relative:margin;mso-width-percent:0;mso-width-relative:margin;mso-wrap-distance-bottom:0;mso-wrap-distance-left:0;mso-wrap-distance-right:0;mso-wrap-distance-top:0;mso-wrap-style:square;position:absolute;v-text-anchor:top;visibility:visible;width:55.1pt;z-index:251673600" filled="f" stroked="f" strokeweight="0.5pt">
                      <w10:bordertop type="none" width="0"/>
                      <w10:borderleft type="none" width="0"/>
                      <w10:borderbottom type="none" width="0"/>
                      <w10:borderright type="none" width="0"/>
                      <v:textbox style="layout-flow:horizontal" inset="7.2pt,3.6pt,7.2pt,3.6pt">
                        <w:txbxContent>
                          <w:p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12" w:name="DiaOUT"/>
                            <w:r w:rsidRPr="00766959" w:rsidR="00027D2D">
                              <w:rPr>
                                <w:rFonts w:ascii="Consolas" w:hAnsi="Consolas"/>
                                <w:sz w:val="16"/>
                                <w:szCs w:val="16"/>
                              </w:rPr>
                              <w:t xml:space="preserve">Ø 22</w:t>
                            </w:r>
                            <w:bookmarkEnd w:id="12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75648" behindDoc="0" locked="0" layoutInCell="1" allowOverlap="1" hidden="0">
                      <wp:simplePos x="0" y="0"/>
                      <wp:positionH relativeFrom="column">
                        <wp:posOffset>704054</wp:posOffset>
                      </wp:positionH>
                      <wp:positionV relativeFrom="paragraph">
                        <wp:posOffset>557530</wp:posOffset>
                      </wp:positionV>
                      <wp:extent cx="699135" cy="246380"/>
                      <wp:effectExtent l="0" t="0" r="0" b="1270"/>
                      <wp:wrapNone/>
                      <wp:docPr id="7" name="_x0000_s1031" hidden="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9135" cy="2463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13" w:name="DiaIN"/>
                                  <w:r w:rsidRPr="00766959" w:rsidR="00027D2D"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</w:rPr>
                                    <w:t xml:space="preserve">Ø 35</w:t>
                                  </w:r>
                                  <w:bookmarkEnd w:id="13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anchor="t" upright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o:spid="_x0000_s1046" type="#_x0000_t202" style="height:19.4pt;margin-left:55.44pt;margin-top:43.9pt;mso-height-percent:0;mso-height-relative:margin;mso-width-percent:0;mso-width-relative:margin;mso-wrap-distance-bottom:0;mso-wrap-distance-left:0;mso-wrap-distance-right:0;mso-wrap-distance-top:0;mso-wrap-style:square;position:absolute;v-text-anchor:top;visibility:visible;width:55.05pt;z-index:251675648" filled="f" stroked="f" strokeweight="0.5pt">
                      <w10:bordertop type="none" width="0"/>
                      <w10:borderleft type="none" width="0"/>
                      <w10:borderbottom type="none" width="0"/>
                      <w10:borderright type="none" width="0"/>
                      <v:textbox style="layout-flow:horizontal" inset="7.2pt,3.6pt,7.2pt,3.6pt">
                        <w:txbxContent>
                          <w:p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14" w:name="DiaIN"/>
                            <w:r w:rsidRPr="00766959" w:rsidR="00027D2D">
                              <w:rPr>
                                <w:rFonts w:ascii="Consolas" w:hAnsi="Consolas"/>
                                <w:sz w:val="16"/>
                                <w:szCs w:val="16"/>
                              </w:rPr>
                              <w:t xml:space="preserve">Ø 35</w:t>
                            </w:r>
                            <w:bookmarkEnd w:id="14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85888" behindDoc="0" locked="0" layoutInCell="1" allowOverlap="1" hidden="0">
                      <wp:simplePos x="0" y="0"/>
                      <wp:positionH relativeFrom="column">
                        <wp:posOffset>3633152</wp:posOffset>
                      </wp:positionH>
                      <wp:positionV relativeFrom="paragraph">
                        <wp:posOffset>255114</wp:posOffset>
                      </wp:positionV>
                      <wp:extent cx="357505" cy="246380"/>
                      <wp:effectExtent l="0" t="0" r="2857" b="0"/>
                      <wp:wrapNone/>
                      <wp:docPr id="8" name="_x0000_s1032" hidden="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357505" cy="2463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15" w:name="CoperchioSup"/>
                                  <w:r w:rsidRPr="00766959" w:rsidR="00D77C20"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</w:rPr>
                                    <w:t xml:space="preserve">30</w:t>
                                  </w:r>
                                  <w:bookmarkEnd w:id="15"/>
                                </w:p>
                              </w:txbxContent>
                            </wps:txbx>
                            <wps:bodyPr rot="17694720" spcFirstLastPara="0" vertOverflow="overflow" horzOverflow="overflow" vert="horz" wrap="square" lIns="91440" tIns="45720" rIns="91440" bIns="45720" anchor="t" upright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o:spid="_x0000_s1047" type="#_x0000_t202" style="height:19.4pt;margin-left:286.07pt;margin-top:20.09pt;mso-height-percent:0;mso-height-relative:margin;mso-width-percent:0;mso-width-relative:margin;mso-wrap-distance-bottom:0;mso-wrap-distance-left:0;mso-wrap-distance-right:0;mso-wrap-distance-top:0;mso-wrap-style:square;position:absolute;rotation:270;v-text-anchor:top;visibility:visible;width:28.15pt;z-index:251685888" filled="f" stroked="f" strokeweight="0.5pt">
                      <w10:bordertop type="none" width="0"/>
                      <w10:borderleft type="none" width="0"/>
                      <w10:borderbottom type="none" width="0"/>
                      <w10:borderright type="none" width="0"/>
                      <v:textbox style="layout-flow:horizontal" inset="7.2pt,3.6pt,7.2pt,3.6pt">
                        <w:txbxContent>
                          <w:p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16" w:name="CoperchioSup"/>
                            <w:r w:rsidRPr="00766959" w:rsidR="00D77C20">
                              <w:rPr>
                                <w:rFonts w:ascii="Consolas" w:hAnsi="Consolas"/>
                                <w:sz w:val="16"/>
                                <w:szCs w:val="16"/>
                              </w:rPr>
                              <w:t xml:space="preserve">30</w:t>
                            </w:r>
                            <w:bookmarkEnd w:id="16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77696" behindDoc="0" locked="0" layoutInCell="1" allowOverlap="1" hidden="0">
                      <wp:simplePos x="0" y="0"/>
                      <wp:positionH relativeFrom="column">
                        <wp:posOffset>3639502</wp:posOffset>
                      </wp:positionH>
                      <wp:positionV relativeFrom="paragraph">
                        <wp:posOffset>1604167</wp:posOffset>
                      </wp:positionV>
                      <wp:extent cx="357809" cy="246490"/>
                      <wp:effectExtent l="0" t="0" r="2857" b="0"/>
                      <wp:wrapNone/>
                      <wp:docPr id="9" name="_x0000_s1033" hidden="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357809" cy="246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17" w:name="CoperchioInf"/>
                                  <w:r w:rsidRPr="00766959" w:rsidR="0059276B"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</w:rPr>
                                    <w:t xml:space="preserve">30</w:t>
                                  </w:r>
                                  <w:bookmarkEnd w:id="17"/>
                                </w:p>
                              </w:txbxContent>
                            </wps:txbx>
                            <wps:bodyPr rot="17694720" spcFirstLastPara="0" vertOverflow="overflow" horzOverflow="overflow" vert="horz" wrap="square" lIns="91440" tIns="45720" rIns="91440" bIns="45720" anchor="t" upright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o:spid="_x0000_s1048" type="#_x0000_t202" style="height:19.41pt;margin-left:286.57pt;margin-top:126.31pt;mso-height-percent:0;mso-height-relative:margin;mso-width-percent:0;mso-width-relative:margin;mso-wrap-distance-bottom:0;mso-wrap-distance-left:0;mso-wrap-distance-right:0;mso-wrap-distance-top:0;mso-wrap-style:square;position:absolute;rotation:270;v-text-anchor:top;visibility:visible;width:28.17pt;z-index:251677696" filled="f" stroked="f" strokeweight="0.5pt">
                      <w10:bordertop type="none" width="0"/>
                      <w10:borderleft type="none" width="0"/>
                      <w10:borderbottom type="none" width="0"/>
                      <w10:borderright type="none" width="0"/>
                      <v:textbox style="layout-flow:horizontal" inset="7.2pt,3.6pt,7.2pt,3.6pt">
                        <w:txbxContent>
                          <w:p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18" w:name="CoperchioInf"/>
                            <w:r w:rsidRPr="00766959" w:rsidR="0059276B">
                              <w:rPr>
                                <w:rFonts w:ascii="Consolas" w:hAnsi="Consolas"/>
                                <w:sz w:val="16"/>
                                <w:szCs w:val="16"/>
                              </w:rPr>
                              <w:t xml:space="preserve">30</w:t>
                            </w:r>
                            <w:bookmarkEnd w:id="18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69504" behindDoc="0" locked="0" layoutInCell="1" allowOverlap="1" hidden="0">
                      <wp:simplePos x="0" y="0"/>
                      <wp:positionH relativeFrom="column">
                        <wp:posOffset>4690110</wp:posOffset>
                      </wp:positionH>
                      <wp:positionV relativeFrom="paragraph">
                        <wp:posOffset>1893920</wp:posOffset>
                      </wp:positionV>
                      <wp:extent cx="527050" cy="246490"/>
                      <wp:effectExtent l="0" t="0" r="0" b="1270"/>
                      <wp:wrapNone/>
                      <wp:docPr id="10" name="_x0000_s1034" hidden="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7050" cy="246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19" w:name="BT"/>
                                  <w:r w:rsidRPr="00766959" w:rsidR="00BB1871"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</w:rPr>
                                    <w:t xml:space="preserve">250</w:t>
                                  </w:r>
                                  <w:bookmarkEnd w:id="19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anchor="t" upright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o:spid="_x0000_s1049" type="#_x0000_t202" style="height:19.41pt;margin-left:369.3pt;margin-top:149.13pt;mso-height-percent:0;mso-height-relative:margin;mso-width-percent:0;mso-width-relative:margin;mso-wrap-distance-bottom:0;mso-wrap-distance-left:0;mso-wrap-distance-right:0;mso-wrap-distance-top:0;mso-wrap-style:square;position:absolute;v-text-anchor:top;visibility:visible;width:41.5pt;z-index:251669504" filled="f" stroked="f" strokeweight="0.5pt">
                      <w10:bordertop type="none" width="0"/>
                      <w10:borderleft type="none" width="0"/>
                      <w10:borderbottom type="none" width="0"/>
                      <w10:borderright type="none" width="0"/>
                      <v:textbox style="layout-flow:horizontal" inset="7.2pt,3.6pt,7.2pt,3.6pt">
                        <w:txbxContent>
                          <w:p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20" w:name="BT"/>
                            <w:r w:rsidRPr="00766959" w:rsidR="00BB1871">
                              <w:rPr>
                                <w:rFonts w:ascii="Consolas" w:hAnsi="Consolas"/>
                                <w:sz w:val="16"/>
                                <w:szCs w:val="16"/>
                              </w:rPr>
                              <w:t xml:space="preserve">250</w:t>
                            </w:r>
                            <w:bookmarkEnd w:id="20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65408" behindDoc="0" locked="0" layoutInCell="1" allowOverlap="1" hidden="0">
                      <wp:simplePos x="0" y="0"/>
                      <wp:positionH relativeFrom="column">
                        <wp:posOffset>2323551</wp:posOffset>
                      </wp:positionH>
                      <wp:positionV relativeFrom="paragraph">
                        <wp:posOffset>1885599</wp:posOffset>
                      </wp:positionV>
                      <wp:extent cx="527050" cy="246490"/>
                      <wp:effectExtent l="0" t="0" r="0" b="1270"/>
                      <wp:wrapNone/>
                      <wp:docPr id="11" name="_x0000_s1035" hidden="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7050" cy="246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21" w:name="BL"/>
                                  <w:r w:rsidRPr="00766959" w:rsidR="00BB1871"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</w:rPr>
                                    <w:t xml:space="preserve">1400</w:t>
                                  </w:r>
                                  <w:bookmarkEnd w:id="21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anchor="t" upright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o:spid="_x0000_s1050" type="#_x0000_t202" style="height:19.41pt;margin-left:182.96pt;margin-top:148.47pt;mso-height-percent:0;mso-height-relative:margin;mso-width-percent:0;mso-width-relative:margin;mso-wrap-distance-bottom:0;mso-wrap-distance-left:0;mso-wrap-distance-right:0;mso-wrap-distance-top:0;mso-wrap-style:square;position:absolute;v-text-anchor:top;visibility:visible;width:41.5pt;z-index:251665408" filled="f" stroked="f" strokeweight="0.5pt">
                      <w10:bordertop type="none" width="0"/>
                      <w10:borderleft type="none" width="0"/>
                      <w10:borderbottom type="none" width="0"/>
                      <w10:borderright type="none" width="0"/>
                      <v:textbox style="layout-flow:horizontal" inset="7.2pt,3.6pt,7.2pt,3.6pt">
                        <w:txbxContent>
                          <w:p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22" w:name="BL"/>
                            <w:r w:rsidRPr="00766959" w:rsidR="00BB1871">
                              <w:rPr>
                                <w:rFonts w:ascii="Consolas" w:hAnsi="Consolas"/>
                                <w:sz w:val="16"/>
                                <w:szCs w:val="16"/>
                              </w:rPr>
                              <w:t xml:space="preserve">1400</w:t>
                            </w:r>
                            <w:bookmarkEnd w:id="22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nsolas" w:hAnsi="Consolas" w:cs="Arial"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251681792" behindDoc="0" locked="0" layoutInCell="1" allowOverlap="1" hidden="0">
                      <wp:simplePos x="0" y="0"/>
                      <wp:positionH relativeFrom="column">
                        <wp:posOffset>3545366</wp:posOffset>
                      </wp:positionH>
                      <wp:positionV relativeFrom="paragraph">
                        <wp:posOffset>913130</wp:posOffset>
                      </wp:positionV>
                      <wp:extent cx="532530" cy="246490"/>
                      <wp:effectExtent l="0" t="0" r="0" b="0"/>
                      <wp:wrapNone/>
                      <wp:docPr id="12" name="_x0000_s1036" hidden="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532530" cy="246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bookmarkStart w:id="23" w:name="BH"/>
                                  <w:r w:rsidRPr="00766959" w:rsidR="0059276B">
                                    <w:rPr>
                                      <w:rFonts w:ascii="Consolas" w:hAnsi="Consolas"/>
                                      <w:sz w:val="16"/>
                                      <w:szCs w:val="16"/>
                                    </w:rPr>
                                    <w:t xml:space="preserve">1500</w:t>
                                  </w:r>
                                  <w:bookmarkEnd w:id="23"/>
                                </w:p>
                              </w:txbxContent>
                            </wps:txbx>
                            <wps:bodyPr rot="17694720" spcFirstLastPara="0" vertOverflow="overflow" horzOverflow="overflow" vert="horz" wrap="square" lIns="91440" tIns="45720" rIns="91440" bIns="45720" anchor="t" upright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o:spid="_x0000_s1051" type="#_x0000_t202" style="height:19.41pt;margin-left:279.16pt;margin-top:71.9pt;mso-height-percent:0;mso-height-relative:margin;mso-width-percent:0;mso-width-relative:margin;mso-wrap-distance-bottom:0;mso-wrap-distance-left:0;mso-wrap-distance-right:0;mso-wrap-distance-top:0;mso-wrap-style:square;position:absolute;rotation:270;v-text-anchor:top;visibility:visible;width:41.93pt;z-index:251681792" filled="f" stroked="f" strokeweight="0.5pt">
                      <w10:bordertop type="none" width="0"/>
                      <w10:borderleft type="none" width="0"/>
                      <w10:borderbottom type="none" width="0"/>
                      <w10:borderright type="none" width="0"/>
                      <v:textbox style="layout-flow:horizontal" inset="7.2pt,3.6pt,7.2pt,3.6pt">
                        <w:txbxContent>
                          <w:p>
                            <w:pPr>
                              <w:jc w:val="center"/>
                              <w:rPr>
                                <w:rFonts w:ascii="Consolas" w:hAnsi="Consolas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24" w:name="BH"/>
                            <w:r w:rsidRPr="00766959" w:rsidR="0059276B">
                              <w:rPr>
                                <w:rFonts w:ascii="Consolas" w:hAnsi="Consolas"/>
                                <w:sz w:val="16"/>
                                <w:szCs w:val="16"/>
                              </w:rPr>
                              <w:t xml:space="preserve">1500</w:t>
                            </w:r>
                            <w:bookmarkEnd w:id="24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object>
                <v:shape id="_x0000_i1037" o:spid="_x0000_i1052" type="#_x0000_t75" style="height:261pt;width:437.4pt" o:oleicon="f" o:ole="" o:bordertopcolor="this" o:borderleftcolor="this" o:borderbottomcolor="this" o:borderrightcolor="this">
                  <v:imagedata r:id="rId4" o:title=""/>
                  <o:lock v:ext="edit" aspectratio="t"/>
                </v:shape>
                <o:OLEObject Type="Embed" ProgID="PBrush" ShapeID="_x0000_i1037" DrawAspect="Content" ObjectID="_1559595546" r:id="rId5"/>
              </w:object>
            </w:r>
          </w:p>
        </w:tc>
      </w:tr>
    </w:tbl>
    <w:p>
      <w:pPr>
        <w:spacing w:after="0"/>
        <w:rPr>
          <w:rFonts w:ascii="Consolas" w:hAnsi="Consolas" w:cs="Arial"/>
          <w:sz w:val="16"/>
          <w:szCs w:val="16"/>
        </w:rPr>
      </w:pPr>
    </w:p>
    <w:sectPr w:rsidSect="00E15477">
      <w:headerReference w:type="even" r:id="rId6"/>
      <w:headerReference w:type="default" r:id="rId7"/>
      <w:headerReference w:type="first" r:id="rId8"/>
      <w:footerReference w:type="even" r:id="rId9"/>
      <w:footerReference w:type="default" r:id="rId10"/>
      <w:footerReference w:type="first" r:id="rId11"/>
      <w:pgSz w:w="11906" w:h="16838" w:orient="portrait" w:code="9"/>
      <w:pgMar w:top="1062" w:right="851" w:bottom="851" w:left="851" w:header="425" w:footer="709" w:gutter="0"/>
      <w:cols w:num="1" w:space="708">
        <w:col w:w="10204" w:space="708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Calibri">
    <w:panose1 w:val="020F0502020204030204"/>
    <w:charset w:val="00"/>
    <w:family w:val="Auto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Auto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Auto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Auto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</w:pPr>
  </w:p>
</w:ftr>
</file>

<file path=word/footer2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t xml:space="preserve">Pag</w:t>
    </w:r>
    <w:r w:rsidR="00B83B05">
      <w:t xml:space="preserve">.</w:t>
    </w:r>
    <w:r>
      <w:t xml:space="preserve"> </w:t>
    </w:r>
    <w:r>
      <w:fldChar w:fldCharType="begin"/>
    </w:r>
    <w:r>
      <w:instrText xml:space="preserve"> PAGE  \* Arabic  \* MERGEFORMAT </w:instrText>
    </w:r>
    <w:r>
      <w:fldChar w:fldCharType="separate"/>
    </w:r>
    <w:r w:rsidR="00E56C61">
      <w:rPr>
        <w:noProof/>
      </w:rPr>
      <w:t xml:space="preserve">1</w:t>
    </w:r>
    <w:r>
      <w:fldChar w:fldCharType="end"/>
    </w:r>
    <w:r w:rsidR="001E1C4B">
      <w:t xml:space="preserve">/</w:t>
    </w:r>
    <w:r>
      <w:fldChar w:fldCharType="begin"/>
    </w:r>
    <w:r>
      <w:instrText xml:space="preserve"> NUMPAGES   \* MERGEFORMAT </w:instrText>
    </w:r>
    <w:r>
      <w:fldChar w:fldCharType="separate"/>
    </w:r>
    <w:r w:rsidR="00E56C61">
      <w:rPr>
        <w:noProof/>
      </w:rPr>
      <w:t xml:space="preserve">1</w:t>
    </w:r>
    <w:r>
      <w:fldChar w:fldCharType="end"/>
    </w:r>
  </w:p>
</w:ftr>
</file>

<file path=word/footer3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tbl>
    <w:tblPr>
      <w:tblStyle w:val="TableNormal"/>
      <w:tblW w:w="0" w:type="auto"/>
      <w:tblLook w:val="04A0" w:firstRow="1" w:lastRow="0" w:firstColumn="1" w:lastColumn="0" w:noHBand="0" w:noVBand="1"/>
    </w:tblPr>
    <w:tblGrid>
      <w:gridCol w:w="5256"/>
      <w:gridCol w:w="3533"/>
      <w:gridCol w:w="1415"/>
    </w:tblGrid>
    <w:tr w:rsidTr="00045DBD">
      <w:trPr/>
      <w:tc>
        <w:tcPr>
          <w:tcW w:w="5256" w:type="dxa"/>
          <w:vMerge w:val="restart"/>
          <w:shd w:val="clear" w:color="auto" w:fill="auto"/>
          <w:vAlign w:val="center"/>
        </w:tcPr>
        <w:p>
          <w:pPr>
            <w:pStyle w:val="Header"/>
            <w:rPr>
              <w:rFonts w:ascii="Tahoma" w:hAnsi="Tahoma" w:cs="Tahoma"/>
            </w:rPr>
          </w:pPr>
          <w:r>
            <w:rPr>
              <w:noProof/>
            </w:rPr>
            <w:drawing>
              <wp:inline distT="0" distB="0" distL="0" distR="0">
                <wp:extent cx="2800350" cy="593090"/>
                <wp:effectExtent l="0" t="0" r="0" b="0"/>
                <wp:docPr id="13" name="_x0000_i1039" descr="Immagine che contiene Carattere, testo, logo, Elementi grafici&#10;&#10;Descrizione generata automaticamente"/>
                <wp:cNvGraphicFramePr>
                  <a:graphicFrameLocks xmlns:a="http://schemas.openxmlformats.org/drawingml/2006/main"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_x0000_i1039" descr="Immagine che contiene Carattere, testo, logo, Elementi grafici&#10;&#10;Descrizione generata automaticament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0350" cy="5930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33" w:type="dxa"/>
          <w:shd w:val="clear" w:color="auto" w:fill="auto"/>
          <w:vAlign w:val="center"/>
        </w:tcPr>
        <w:p>
          <w:pPr>
            <w:pStyle w:val="Header"/>
            <w:spacing w:line="240" w:lineRule="auto"/>
            <w:jc w:val="right"/>
            <w:rPr>
              <w:rFonts w:ascii="Tahoma" w:hAnsi="Tahoma" w:cs="Tahoma"/>
            </w:rPr>
          </w:pPr>
        </w:p>
        <w:p>
          <w:pPr>
            <w:pStyle w:val="Header"/>
            <w:spacing w:line="240" w:lineRule="auto"/>
            <w:jc w:val="right"/>
            <w:rPr>
              <w:rFonts w:ascii="Tahoma" w:hAnsi="Tahoma" w:cs="Tahoma"/>
            </w:rPr>
          </w:pPr>
        </w:p>
      </w:tc>
      <w:tc>
        <w:tcPr>
          <w:tcW w:w="1415" w:type="dxa"/>
          <w:shd w:val="clear" w:color="auto" w:fill="auto"/>
          <w:vAlign w:val="center"/>
        </w:tcPr>
        <w:p>
          <w:pPr>
            <w:pStyle w:val="Header"/>
            <w:spacing w:line="240" w:lineRule="auto"/>
            <w:jc w:val="right"/>
            <w:rPr>
              <w:rFonts w:ascii="Tahoma" w:hAnsi="Tahoma" w:cs="Tahoma"/>
            </w:rPr>
          </w:pPr>
        </w:p>
        <w:p>
          <w:pPr>
            <w:pStyle w:val="Header"/>
            <w:spacing w:line="240" w:lineRule="auto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fldChar w:fldCharType="begin"/>
          </w:r>
          <w:r w:rsidRPr="00666543">
            <w:rPr>
              <w:rFonts w:ascii="Tahoma" w:hAnsi="Tahoma" w:cs="Tahoma"/>
            </w:rPr>
            <w:instrText xml:space="preserve"> TIME \@ "dd/MM/yy" </w:instrText>
          </w:r>
          <w:r>
            <w:rPr>
              <w:rFonts w:ascii="Tahoma" w:hAnsi="Tahoma" w:cs="Tahoma"/>
            </w:rPr>
            <w:fldChar w:fldCharType="separate"/>
          </w:r>
          <w:r w:rsidRPr="00666543">
            <w:rPr>
              <w:rFonts w:ascii="Tahoma" w:hAnsi="Tahoma" w:cs="Tahoma"/>
            </w:rPr>
            <w:t xml:space="preserve">08/07/25</w:t>
          </w:r>
          <w:r>
            <w:rPr>
              <w:rFonts w:ascii="Tahoma" w:hAnsi="Tahoma" w:cs="Tahoma"/>
            </w:rPr>
            <w:fldChar w:fldCharType="end"/>
          </w:r>
        </w:p>
      </w:tc>
    </w:tr>
    <w:tr w:rsidTr="00045DBD">
      <w:trPr/>
      <w:tc>
        <w:tcPr>
          <w:tcW w:w="5256" w:type="dxa"/>
          <w:vMerge/>
          <w:shd w:val="clear" w:color="auto" w:fill="auto"/>
          <w:vAlign w:val="center"/>
        </w:tcPr>
        <w:p>
          <w:pPr>
            <w:pStyle w:val="Header"/>
            <w:rPr>
              <w:rFonts w:ascii="Tahoma" w:hAnsi="Tahoma" w:cs="Tahoma"/>
            </w:rPr>
          </w:pPr>
        </w:p>
      </w:tc>
      <w:tc>
        <w:tcPr>
          <w:tcW w:w="3533" w:type="dxa"/>
          <w:shd w:val="clear" w:color="auto" w:fill="auto"/>
          <w:vAlign w:val="center"/>
        </w:tcPr>
        <w:p>
          <w:pPr>
            <w:pStyle w:val="Header"/>
            <w:spacing w:line="240" w:lineRule="auto"/>
            <w:jc w:val="right"/>
            <w:rPr>
              <w:rFonts w:ascii="Tahoma" w:hAnsi="Tahoma" w:cs="Tahoma"/>
            </w:rPr>
          </w:pPr>
          <w:r w:rsidRPr="00666543">
            <w:rPr>
              <w:rFonts w:ascii="Tahoma" w:hAnsi="Tahoma" w:cs="Tahoma"/>
            </w:rPr>
            <w:t xml:space="preserve">Software vers</w:t>
          </w:r>
          <w:r w:rsidR="00B83B05">
            <w:rPr>
              <w:rFonts w:ascii="Tahoma" w:hAnsi="Tahoma" w:cs="Tahoma"/>
            </w:rPr>
            <w:t xml:space="preserve">.</w:t>
          </w:r>
          <w:r w:rsidR="00045DBD">
            <w:rPr>
              <w:rFonts w:ascii="Tahoma" w:hAnsi="Tahoma" w:cs="Tahoma"/>
            </w:rPr>
            <w:t xml:space="preserve">:</w:t>
          </w:r>
        </w:p>
      </w:tc>
      <w:tc>
        <w:tcPr>
          <w:tcW w:w="1415" w:type="dxa"/>
          <w:shd w:val="clear" w:color="auto" w:fill="auto"/>
          <w:vAlign w:val="center"/>
        </w:tcPr>
        <w:p>
          <w:pPr>
            <w:pStyle w:val="Header"/>
            <w:spacing w:line="240" w:lineRule="auto"/>
            <w:jc w:val="right"/>
            <w:rPr>
              <w:rFonts w:ascii="Tahoma" w:hAnsi="Tahoma" w:cs="Tahoma"/>
            </w:rPr>
          </w:pPr>
          <w:bookmarkStart w:id="25" w:name="SoftwareVersion"/>
          <w:r>
            <w:t xml:space="preserve">6.0.0.0</w:t>
          </w:r>
          <w:bookmarkEnd w:id="25"/>
        </w:p>
      </w:tc>
    </w:tr>
  </w:tbl>
  <w:p>
    <w:pPr>
      <w:pStyle w:val="Header"/>
      <w:rPr>
        <w:rFonts w:ascii="Tahoma" w:hAnsi="Tahoma" w:cs="Tahoma"/>
      </w:rPr>
    </w:pP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00"/>
  <w:bordersDoNotSurroundFooter/>
  <w:bordersDoNotSurroundHeader/>
  <w:attachedTemplate r:id="rId1"/>
  <w:doNotTrackMoves/>
  <w:documentProtection w:edit="trackedChanges" w:enforcement="0"/>
  <w:defaultTabStop w:val="680"/>
  <w:hyphenationZone w:val="283"/>
  <w:drawingGridHorizontalSpacing w:val="120"/>
  <w:displayHorizontalDrawingGridEvery w:val="2"/>
  <w:displayVerticalDrawingGridEvery w:val="2"/>
  <w:characterSpacingControl w:val="doNotCompress"/>
  <w:compat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5"/>
  </w:compat>
  <m:mathPr>
    <m:mathFont m:val="Cambria Math"/>
    <m:brkBin m:val="before"/>
    <m:brkBinSub m:val="--"/>
    <m:smallFrac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it-IT" w:eastAsia="zh-CN" w:bidi="ar-SA"/>
  <w:decimalSymbol w:val="."/>
  <w:listSeparator w:val=";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40F8"/>
    <w:pPr>
      <w:spacing w:after="160" w:line="259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uiPriority w:val="9"/>
    <w:qFormat/>
    <w:rsid w:val="00C8483F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rsid w:val="00C8483F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  <w:rPr/>
  </w:style>
  <w:style w:type="table" w:default="1" w:styleId="TableNormal">
    <w:name w:val="Normal Table"/>
    <w:uiPriority w:val="99"/>
    <w:semiHidden/>
    <w:unhideWhenUsed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E1690"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uiPriority w:val="99"/>
    <w:unhideWhenUsed/>
    <w:rsid w:val="00F430EA"/>
    <w:pPr>
      <w:tabs>
        <w:tab w:val="center" w:pos="4819"/>
        <w:tab w:val="right" w:pos="9638"/>
      </w:tabs>
    </w:pPr>
    <w:rPr/>
  </w:style>
  <w:style w:type="character" w:customStyle="1" w:styleId="IntestazioneCarattere">
    <w:name w:val="Intestazione Carattere"/>
    <w:uiPriority w:val="99"/>
    <w:rsid w:val="00F430EA"/>
    <w:rPr>
      <w:sz w:val="22"/>
      <w:szCs w:val="22"/>
      <w:lang w:eastAsia="en-US"/>
    </w:rPr>
  </w:style>
  <w:style w:type="paragraph" w:styleId="Footer">
    <w:name w:val="Footer"/>
    <w:basedOn w:val="Normal"/>
    <w:uiPriority w:val="99"/>
    <w:unhideWhenUsed/>
    <w:rsid w:val="00F430EA"/>
    <w:pPr>
      <w:tabs>
        <w:tab w:val="center" w:pos="4819"/>
        <w:tab w:val="right" w:pos="9638"/>
      </w:tabs>
    </w:pPr>
    <w:rPr/>
  </w:style>
  <w:style w:type="character" w:customStyle="1" w:styleId="PièdipaginaCarattere">
    <w:name w:val="Piè di pagina Carattere"/>
    <w:uiPriority w:val="99"/>
    <w:rsid w:val="00F430EA"/>
    <w:rPr>
      <w:sz w:val="22"/>
      <w:szCs w:val="22"/>
      <w:lang w:eastAsia="en-US"/>
    </w:rPr>
  </w:style>
  <w:style w:type="character" w:styleId="IntenseReference">
    <w:name w:val="Intense Reference"/>
    <w:uiPriority w:val="32"/>
    <w:qFormat/>
    <w:rsid w:val="00F430EA"/>
    <w:rPr>
      <w:b/>
      <w:bCs/>
      <w:smallCaps/>
      <w:color w:val="5B9BD5"/>
      <w:spacing w:val="5"/>
    </w:rPr>
  </w:style>
  <w:style w:type="character" w:styleId="BookTitle">
    <w:name w:val="Book Title"/>
    <w:uiPriority w:val="33"/>
    <w:qFormat/>
    <w:rsid w:val="00F430EA"/>
    <w:rPr>
      <w:b/>
      <w:bCs/>
      <w:i/>
      <w:iCs/>
      <w:spacing w:val="5"/>
    </w:rPr>
  </w:style>
  <w:style w:type="character" w:styleId="Strong">
    <w:name w:val="Strong"/>
    <w:uiPriority w:val="22"/>
    <w:qFormat/>
    <w:rsid w:val="00F430EA"/>
    <w:rPr>
      <w:b/>
      <w:bCs/>
    </w:rPr>
  </w:style>
  <w:style w:type="character" w:customStyle="1" w:styleId="Titolo1Carattere">
    <w:name w:val="Titolo 1 Carattere"/>
    <w:link w:val="Heading1"/>
    <w:uiPriority w:val="9"/>
    <w:rsid w:val="00C8483F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Heading2"/>
    <w:uiPriority w:val="9"/>
    <w:rsid w:val="00C8483F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Consolas">
    <w:name w:val="Consolas"/>
    <w:basedOn w:val="Normal"/>
    <w:rPr>
      <w:rFonts w:ascii="Consolas" w:eastAsia="Consolas" w:hAnsi="Consolas" w:cs="Consolas"/>
      <w:sz w:val="16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14" Type="http://schemas.openxmlformats.org/officeDocument/2006/relationships/webSettings" Target="webSettings.xml" /><Relationship Id="rId15" Type="http://schemas.openxmlformats.org/officeDocument/2006/relationships/numbering" Target="numbering.xml" /><Relationship Id="rId16" Type="http://schemas.openxmlformats.org/officeDocument/2006/relationships/fontTable" Target="fontTable.xml" /><Relationship Id="rId17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image" Target="media/image1.png" /><Relationship Id="rId5" Type="http://schemas.openxmlformats.org/officeDocument/2006/relationships/oleObject" Target="embeddings/oleObject1.bin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header" Target="header3.xml" /><Relationship Id="rId9" Type="http://schemas.openxmlformats.org/officeDocument/2006/relationships/footer" Target="footer1.xml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2.png" /></Relationships>
</file>

<file path=word/_rels/settings.xml.rels>&#65279;<?xml version="1.0" encoding="utf-8"?><Relationships xmlns="http://schemas.openxmlformats.org/package/2006/relationships"><Relationship Id="rId1" Type="http://schemas.openxmlformats.org/officeDocument/2006/relationships/attachedTemplate" Target="file://C:\Users\s.colato\Desktop\WindowsApplication10\bin\Debug\CondDimDDPS_UK.dot" TargetMode="Externa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Colato, Simone</cp:lastModifiedBy>
  <cp:revision>73</cp:revision>
  <dcterms:created xsi:type="dcterms:W3CDTF">2019-03-30T09:33:00Z</dcterms:created>
  <dcterms:modified xsi:type="dcterms:W3CDTF">2024-10-01T11:08:00Z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CondDimDDPS_UK.dot</Template>
  <TotalTime>139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{97AEB908-68B8-40AA-B3EF-171D9D36F18A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CondDimDDPS_UK.dot</Template>
  <TotalTime>139</TotalTime>
  <Pages>1</Pages>
  <Words>5</Words>
  <Characters>29</Characters>
  <Application>Microsoft Office Word</Application>
  <DocSecurity>0</DocSecurity>
  <Lines>1</Lines>
  <Paragraphs>1</Paragraphs>
  <CharactersWithSpaces>33</CharactersWithSpaces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Colato</dc:creator>
  <cp:lastModifiedBy>Colato, Simone</cp:lastModifiedBy>
  <cp:revision>73</cp:revision>
  <dcterms:created xsi:type="dcterms:W3CDTF">2019-03-30T09:33:00Z</dcterms:created>
  <dcterms:modified xsi:type="dcterms:W3CDTF">2024-10-01T11:08:00Z</dcterms:modified>
</cp:coreProperties>
</file>